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79D4" w14:textId="77777777" w:rsidR="00E51B99" w:rsidRDefault="00E51B99" w:rsidP="00C71CE1">
      <w:pPr>
        <w:pStyle w:val="Heading1"/>
        <w:jc w:val="center"/>
        <w:rPr>
          <w:noProof w:val="0"/>
        </w:rPr>
      </w:pPr>
    </w:p>
    <w:p w14:paraId="44E888B4" w14:textId="0706DD12" w:rsidR="00C71CE1" w:rsidRDefault="00934422" w:rsidP="00C71CE1">
      <w:pPr>
        <w:pStyle w:val="Heading1"/>
        <w:jc w:val="center"/>
        <w:rPr>
          <w:noProof w:val="0"/>
        </w:rPr>
      </w:pPr>
      <w:r w:rsidRPr="00934422">
        <w:rPr>
          <w:noProof w:val="0"/>
        </w:rPr>
        <w:t>LÕPPARUANDE VORM</w:t>
      </w:r>
    </w:p>
    <w:p w14:paraId="7E915F37" w14:textId="77777777" w:rsidR="005375FA" w:rsidRPr="005375FA" w:rsidRDefault="005375FA" w:rsidP="005375FA"/>
    <w:p w14:paraId="27D139E2" w14:textId="5F6C28B6" w:rsidR="00C71CE1" w:rsidRPr="00934422" w:rsidRDefault="00FA1EEE" w:rsidP="00C71CE1">
      <w:pPr>
        <w:rPr>
          <w:noProof w:val="0"/>
        </w:rPr>
      </w:pPr>
      <w:r>
        <w:rPr>
          <w:noProof w:val="0"/>
        </w:rPr>
        <w:t>LEPINGU</w:t>
      </w:r>
      <w:r w:rsidR="00AD3DF9" w:rsidRPr="00934422">
        <w:rPr>
          <w:noProof w:val="0"/>
        </w:rPr>
        <w:t xml:space="preserve"> ANDMED</w:t>
      </w:r>
    </w:p>
    <w:tbl>
      <w:tblPr>
        <w:tblW w:w="100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703"/>
      </w:tblGrid>
      <w:tr w:rsidR="00490D38" w:rsidRPr="00934422" w14:paraId="28E82B2B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0A65A6F" w14:textId="77777777" w:rsidR="00490D38" w:rsidRPr="00934422" w:rsidRDefault="00577CA2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</w:t>
            </w:r>
            <w:r w:rsidR="00490D38" w:rsidRPr="00934422">
              <w:rPr>
                <w:bCs/>
              </w:rPr>
              <w:t xml:space="preserve"> andmed</w:t>
            </w:r>
          </w:p>
        </w:tc>
      </w:tr>
      <w:tr w:rsidR="00490D38" w:rsidRPr="00934422" w14:paraId="07786A6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CFFCC"/>
            <w:vAlign w:val="center"/>
          </w:tcPr>
          <w:p w14:paraId="6DCCD81A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 nimi</w:t>
            </w: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68B4239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Registrikood</w:t>
            </w:r>
          </w:p>
        </w:tc>
      </w:tr>
      <w:tr w:rsidR="00490D38" w:rsidRPr="00E51B99" w14:paraId="0BE1F460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961E19" w14:textId="31F3CF13" w:rsidR="00490D38" w:rsidRPr="00E51B99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D7F85" w14:textId="5A34AD93" w:rsidR="00490D38" w:rsidRPr="00E51B99" w:rsidRDefault="00490D38" w:rsidP="0057679C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2B7F97D5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668BF4B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Projekti nimi</w:t>
            </w:r>
          </w:p>
        </w:tc>
      </w:tr>
      <w:tr w:rsidR="00490D38" w:rsidRPr="00E51B99" w14:paraId="21A9DCBE" w14:textId="77777777" w:rsidTr="003A3B49">
        <w:trPr>
          <w:trHeight w:hRule="exact" w:val="653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09C52" w14:textId="715BCA3D" w:rsidR="00490D38" w:rsidRPr="00324E5E" w:rsidRDefault="00490D38" w:rsidP="00EB4574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4C340CFE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0508EC" w14:textId="66E068D8" w:rsidR="00490D38" w:rsidRPr="00934422" w:rsidRDefault="00FA1EEE" w:rsidP="00490D38">
            <w:pPr>
              <w:jc w:val="left"/>
              <w:rPr>
                <w:bCs/>
              </w:rPr>
            </w:pPr>
            <w:r>
              <w:rPr>
                <w:bCs/>
              </w:rPr>
              <w:t>Kontaktisik lepingu täitmisega seotud küsimustes</w:t>
            </w:r>
          </w:p>
        </w:tc>
      </w:tr>
      <w:tr w:rsidR="00490D38" w:rsidRPr="00934422" w14:paraId="4417FF2F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E33C27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Nimi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7496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5DF3F18D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459C89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Ametinimetus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930A04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44CD6F39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868D9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Telefon</w:t>
            </w:r>
          </w:p>
          <w:p w14:paraId="2EF36CE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A645B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0715F0E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30AD35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E-post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719961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</w:tbl>
    <w:p w14:paraId="6FC6F55A" w14:textId="77777777" w:rsidR="00490D38" w:rsidRPr="00934422" w:rsidRDefault="00490D38" w:rsidP="00490D38">
      <w:pPr>
        <w:jc w:val="left"/>
        <w:rPr>
          <w:bCs/>
        </w:rPr>
      </w:pP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0"/>
        <w:gridCol w:w="2750"/>
        <w:gridCol w:w="2075"/>
      </w:tblGrid>
      <w:tr w:rsidR="0025074B" w:rsidRPr="00934422" w14:paraId="477D6C1C" w14:textId="77777777" w:rsidTr="0025074B">
        <w:trPr>
          <w:cantSplit/>
          <w:trHeight w:hRule="exact" w:val="340"/>
        </w:trPr>
        <w:tc>
          <w:tcPr>
            <w:tcW w:w="7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C9473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II TEGEVUSARUANNE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7D905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25074B" w:rsidRPr="00934422" w14:paraId="5E68FDFC" w14:textId="77777777" w:rsidTr="004324EF">
        <w:trPr>
          <w:cantSplit/>
        </w:trPr>
        <w:tc>
          <w:tcPr>
            <w:tcW w:w="7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A9391A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Projekti tegevused ja tulemused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00667F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D31F51" w:rsidRPr="00934422" w14:paraId="560D5388" w14:textId="77777777" w:rsidTr="00F37E6B">
        <w:trPr>
          <w:cantSplit/>
        </w:trPr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0AE98D" w14:textId="77777777" w:rsidR="00D31F51" w:rsidRPr="00934422" w:rsidRDefault="00D31F51" w:rsidP="00561328">
            <w:r w:rsidRPr="00934422">
              <w:t>Planeeritud tegevus</w:t>
            </w:r>
          </w:p>
          <w:p w14:paraId="304B21CE" w14:textId="5915C7D7" w:rsidR="00D31F51" w:rsidRPr="00934422" w:rsidRDefault="00D31F51" w:rsidP="00561328">
            <w:pPr>
              <w:rPr>
                <w:b w:val="0"/>
                <w:bCs/>
              </w:rPr>
            </w:pPr>
            <w:r w:rsidRPr="00934422">
              <w:rPr>
                <w:b w:val="0"/>
              </w:rPr>
              <w:t xml:space="preserve">(vastavalt </w:t>
            </w:r>
            <w:r>
              <w:rPr>
                <w:b w:val="0"/>
              </w:rPr>
              <w:t>sihtfinantseerimise lepingule</w:t>
            </w:r>
            <w:r w:rsidRPr="00934422">
              <w:rPr>
                <w:b w:val="0"/>
              </w:rPr>
              <w:t>)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5C96F4" w14:textId="77777777" w:rsidR="00D31F51" w:rsidRPr="00934422" w:rsidRDefault="00D31F51" w:rsidP="00561328">
            <w:r w:rsidRPr="00934422">
              <w:t>Tegelik tulemus</w:t>
            </w:r>
          </w:p>
          <w:p w14:paraId="7417F48A" w14:textId="33A05BAC" w:rsidR="00D31F51" w:rsidRPr="00934422" w:rsidRDefault="00D31F51" w:rsidP="00561328"/>
        </w:tc>
      </w:tr>
      <w:tr w:rsidR="00324E5E" w:rsidRPr="00934422" w14:paraId="306EE704" w14:textId="77777777" w:rsidTr="00D502FC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E85" w14:textId="696A8B2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469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24A8263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806" w14:textId="37696742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763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3CC55EA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8E1" w14:textId="61AB0DC4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100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0419470D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475" w14:textId="7A3BFA4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8C8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</w:tbl>
    <w:p w14:paraId="61CE4612" w14:textId="77777777" w:rsidR="00C71CE1" w:rsidRPr="00934422" w:rsidRDefault="00C71CE1" w:rsidP="00C71CE1">
      <w:pPr>
        <w:rPr>
          <w:noProof w:val="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601FCA" w:rsidRPr="00934422" w14:paraId="103729DE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41630EAF" w14:textId="77777777" w:rsidR="00601FCA" w:rsidRPr="00934422" w:rsidRDefault="00601FCA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Erinevused planeeritud ja teostatud tegevuste vahel</w:t>
            </w:r>
          </w:p>
        </w:tc>
      </w:tr>
      <w:tr w:rsidR="00601FCA" w:rsidRPr="00934422" w14:paraId="5873CE71" w14:textId="77777777" w:rsidTr="00D31F51">
        <w:trPr>
          <w:trHeight w:val="366"/>
        </w:trPr>
        <w:tc>
          <w:tcPr>
            <w:tcW w:w="10031" w:type="dxa"/>
            <w:shd w:val="clear" w:color="auto" w:fill="auto"/>
          </w:tcPr>
          <w:p w14:paraId="2F4DD868" w14:textId="77777777" w:rsidR="00601FCA" w:rsidRPr="00934422" w:rsidRDefault="00601FCA" w:rsidP="00544646">
            <w:pPr>
              <w:rPr>
                <w:noProof w:val="0"/>
              </w:rPr>
            </w:pPr>
          </w:p>
        </w:tc>
      </w:tr>
      <w:tr w:rsidR="00C71CE1" w:rsidRPr="00934422" w14:paraId="090BD074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6DC3BBE2" w14:textId="18CF71A6" w:rsidR="00C71CE1" w:rsidRPr="00934422" w:rsidRDefault="00001D4B" w:rsidP="00D31F51">
            <w:pPr>
              <w:rPr>
                <w:noProof w:val="0"/>
              </w:rPr>
            </w:pPr>
            <w:r w:rsidRPr="00934422">
              <w:rPr>
                <w:noProof w:val="0"/>
              </w:rPr>
              <w:t xml:space="preserve">Hinnang </w:t>
            </w:r>
            <w:r w:rsidR="00C71CE1" w:rsidRPr="00934422">
              <w:rPr>
                <w:noProof w:val="0"/>
              </w:rPr>
              <w:t>saavutatule</w:t>
            </w:r>
            <w:r w:rsidR="004324EF" w:rsidRPr="00934422">
              <w:rPr>
                <w:noProof w:val="0"/>
              </w:rPr>
              <w:t xml:space="preserve"> </w:t>
            </w:r>
            <w:r w:rsidR="004324EF" w:rsidRPr="00934422">
              <w:rPr>
                <w:b w:val="0"/>
                <w:noProof w:val="0"/>
              </w:rPr>
              <w:t>(hinnang projekti eesmärkide saavutamisele, tulemuslikkusele ja elluviimisele)</w:t>
            </w:r>
          </w:p>
        </w:tc>
      </w:tr>
      <w:tr w:rsidR="004324EF" w:rsidRPr="00934422" w14:paraId="716D9464" w14:textId="77777777" w:rsidTr="00D31F51">
        <w:trPr>
          <w:trHeight w:val="829"/>
        </w:trPr>
        <w:tc>
          <w:tcPr>
            <w:tcW w:w="10031" w:type="dxa"/>
            <w:shd w:val="clear" w:color="auto" w:fill="auto"/>
          </w:tcPr>
          <w:p w14:paraId="2548B5A7" w14:textId="77777777" w:rsidR="004324EF" w:rsidRPr="00934422" w:rsidRDefault="004324EF" w:rsidP="00544646">
            <w:pPr>
              <w:rPr>
                <w:b w:val="0"/>
                <w:noProof w:val="0"/>
              </w:rPr>
            </w:pPr>
          </w:p>
        </w:tc>
      </w:tr>
    </w:tbl>
    <w:p w14:paraId="161BF4D1" w14:textId="77777777" w:rsidR="00DB083E" w:rsidRPr="00934422" w:rsidRDefault="00DB083E" w:rsidP="00DB083E">
      <w:pPr>
        <w:pStyle w:val="Header"/>
      </w:pPr>
    </w:p>
    <w:tbl>
      <w:tblPr>
        <w:tblpPr w:leftFromText="180" w:rightFromText="180" w:vertAnchor="text" w:horzAnchor="margin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DB083E" w:rsidRPr="00934422" w14:paraId="1041AB53" w14:textId="77777777" w:rsidTr="0026643F">
        <w:tc>
          <w:tcPr>
            <w:tcW w:w="9918" w:type="dxa"/>
            <w:shd w:val="clear" w:color="auto" w:fill="CCFFCC"/>
          </w:tcPr>
          <w:p w14:paraId="498BB8E9" w14:textId="77777777" w:rsidR="00DB083E" w:rsidRPr="00934422" w:rsidRDefault="00DB083E" w:rsidP="001C6088">
            <w:r w:rsidRPr="00934422">
              <w:t>Projekti muud olulised tulemused ja mõjud</w:t>
            </w:r>
          </w:p>
        </w:tc>
      </w:tr>
      <w:tr w:rsidR="00DB083E" w:rsidRPr="00934422" w14:paraId="00D9DC97" w14:textId="77777777" w:rsidTr="00D31F51">
        <w:trPr>
          <w:trHeight w:val="1127"/>
        </w:trPr>
        <w:tc>
          <w:tcPr>
            <w:tcW w:w="9918" w:type="dxa"/>
          </w:tcPr>
          <w:p w14:paraId="4256391D" w14:textId="77777777" w:rsidR="00880150" w:rsidRPr="00934422" w:rsidRDefault="00880150" w:rsidP="00880150"/>
        </w:tc>
      </w:tr>
    </w:tbl>
    <w:p w14:paraId="40F0322C" w14:textId="77777777" w:rsidR="00DB083E" w:rsidRPr="00934422" w:rsidRDefault="00DB083E" w:rsidP="00DB083E"/>
    <w:p w14:paraId="11AEA335" w14:textId="2DA83186" w:rsidR="00544646" w:rsidRDefault="003A3B49" w:rsidP="00544646">
      <w:pPr>
        <w:rPr>
          <w:noProof w:val="0"/>
        </w:rPr>
      </w:pPr>
      <w:r>
        <w:rPr>
          <w:noProof w:val="0"/>
        </w:rPr>
        <w:t>III</w:t>
      </w:r>
      <w:r w:rsidR="00544646" w:rsidRPr="00934422">
        <w:rPr>
          <w:noProof w:val="0"/>
        </w:rPr>
        <w:t xml:space="preserve"> KINNITAMINE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5130"/>
      </w:tblGrid>
      <w:tr w:rsidR="00544646" w:rsidRPr="00934422" w14:paraId="70753B18" w14:textId="77777777" w:rsidTr="0026643F">
        <w:trPr>
          <w:cantSplit/>
          <w:trHeight w:hRule="exact" w:val="284"/>
        </w:trPr>
        <w:tc>
          <w:tcPr>
            <w:tcW w:w="9918" w:type="dxa"/>
            <w:gridSpan w:val="2"/>
            <w:shd w:val="clear" w:color="auto" w:fill="CCFFCC"/>
          </w:tcPr>
          <w:p w14:paraId="73B7E265" w14:textId="77777777" w:rsidR="00544646" w:rsidRPr="00934422" w:rsidRDefault="00544646" w:rsidP="00544646">
            <w:pPr>
              <w:pStyle w:val="Heading3"/>
            </w:pPr>
            <w:r w:rsidRPr="00934422">
              <w:t>Kinnitan, et kõik käesolevas aruandes esitatud andmed on õiged</w:t>
            </w:r>
          </w:p>
        </w:tc>
      </w:tr>
      <w:tr w:rsidR="0026643F" w:rsidRPr="00934422" w14:paraId="7529B1E4" w14:textId="77777777" w:rsidTr="0026643F">
        <w:trPr>
          <w:cantSplit/>
          <w:trHeight w:val="278"/>
        </w:trPr>
        <w:tc>
          <w:tcPr>
            <w:tcW w:w="4788" w:type="dxa"/>
            <w:shd w:val="clear" w:color="auto" w:fill="CCFFCC"/>
          </w:tcPr>
          <w:p w14:paraId="5C68F20A" w14:textId="329863A8" w:rsidR="0026643F" w:rsidRPr="00934422" w:rsidRDefault="0026643F" w:rsidP="001155E9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 xml:space="preserve">Toetuse saaja </w:t>
            </w:r>
            <w:r w:rsidR="00324E5E">
              <w:rPr>
                <w:b w:val="0"/>
                <w:noProof w:val="0"/>
              </w:rPr>
              <w:t>lepingulise kontaktisiku nimi</w:t>
            </w:r>
            <w:r w:rsidRPr="00934422">
              <w:rPr>
                <w:b w:val="0"/>
                <w:noProof w:val="0"/>
              </w:rPr>
              <w:t xml:space="preserve"> </w:t>
            </w:r>
          </w:p>
        </w:tc>
        <w:tc>
          <w:tcPr>
            <w:tcW w:w="5130" w:type="dxa"/>
            <w:shd w:val="clear" w:color="auto" w:fill="CCFFCC"/>
          </w:tcPr>
          <w:p w14:paraId="2BEB18F8" w14:textId="77777777" w:rsidR="0026643F" w:rsidRPr="00934422" w:rsidRDefault="0026643F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Allkiri</w:t>
            </w:r>
          </w:p>
        </w:tc>
      </w:tr>
      <w:tr w:rsidR="0026643F" w:rsidRPr="00934422" w14:paraId="4BA6D551" w14:textId="77777777" w:rsidTr="00D31F51">
        <w:trPr>
          <w:trHeight w:val="440"/>
        </w:trPr>
        <w:tc>
          <w:tcPr>
            <w:tcW w:w="4788" w:type="dxa"/>
          </w:tcPr>
          <w:p w14:paraId="77332A5F" w14:textId="77777777" w:rsidR="0026643F" w:rsidRPr="00934422" w:rsidRDefault="0026643F" w:rsidP="00544646">
            <w:pPr>
              <w:rPr>
                <w:noProof w:val="0"/>
              </w:rPr>
            </w:pPr>
          </w:p>
        </w:tc>
        <w:tc>
          <w:tcPr>
            <w:tcW w:w="5130" w:type="dxa"/>
          </w:tcPr>
          <w:p w14:paraId="2FE6FDE4" w14:textId="3050F9D4" w:rsidR="0026643F" w:rsidRPr="00934422" w:rsidRDefault="00926808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Digitaalselt allkirjastatud</w:t>
            </w:r>
          </w:p>
        </w:tc>
      </w:tr>
    </w:tbl>
    <w:p w14:paraId="5A526053" w14:textId="77777777" w:rsidR="004E67B2" w:rsidRPr="00934422" w:rsidRDefault="004E67B2" w:rsidP="00330A01">
      <w:pPr>
        <w:pStyle w:val="Header"/>
      </w:pPr>
    </w:p>
    <w:sectPr w:rsidR="004E67B2" w:rsidRPr="00934422" w:rsidSect="009B57FF">
      <w:footerReference w:type="even" r:id="rId12"/>
      <w:headerReference w:type="first" r:id="rId13"/>
      <w:type w:val="nextColumn"/>
      <w:pgSz w:w="11909" w:h="16834" w:code="9"/>
      <w:pgMar w:top="1379" w:right="851" w:bottom="1418" w:left="1219" w:header="851" w:footer="742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5FFF" w14:textId="77777777" w:rsidR="00A344A4" w:rsidRDefault="00A344A4" w:rsidP="009D3D5A">
      <w:r>
        <w:separator/>
      </w:r>
    </w:p>
    <w:p w14:paraId="054D6F5D" w14:textId="77777777" w:rsidR="00A344A4" w:rsidRDefault="00A344A4" w:rsidP="009D3D5A"/>
    <w:p w14:paraId="06B5FF55" w14:textId="77777777" w:rsidR="00A344A4" w:rsidRDefault="00A344A4" w:rsidP="009D3D5A"/>
    <w:p w14:paraId="0F110A5E" w14:textId="77777777" w:rsidR="00A344A4" w:rsidRDefault="00A344A4" w:rsidP="009D3D5A"/>
    <w:p w14:paraId="1BC76B41" w14:textId="77777777" w:rsidR="00A344A4" w:rsidRDefault="00A344A4" w:rsidP="009D3D5A"/>
    <w:p w14:paraId="4C6A4B71" w14:textId="77777777" w:rsidR="00A344A4" w:rsidRDefault="00A344A4" w:rsidP="009D3D5A"/>
    <w:p w14:paraId="24DD1C0C" w14:textId="77777777" w:rsidR="00A344A4" w:rsidRDefault="00A344A4" w:rsidP="009D3D5A"/>
    <w:p w14:paraId="5189C4B6" w14:textId="77777777" w:rsidR="00A344A4" w:rsidRDefault="00A344A4" w:rsidP="009D3D5A"/>
    <w:p w14:paraId="2D4C577B" w14:textId="77777777" w:rsidR="00A344A4" w:rsidRDefault="00A344A4" w:rsidP="009D3D5A"/>
    <w:p w14:paraId="64C4C998" w14:textId="77777777" w:rsidR="00A344A4" w:rsidRDefault="00A344A4" w:rsidP="009D3D5A"/>
    <w:p w14:paraId="6C76CA19" w14:textId="77777777" w:rsidR="00A344A4" w:rsidRDefault="00A344A4" w:rsidP="009D3D5A"/>
    <w:p w14:paraId="243400EB" w14:textId="77777777" w:rsidR="00A344A4" w:rsidRDefault="00A344A4" w:rsidP="009D3D5A"/>
    <w:p w14:paraId="7A13F722" w14:textId="77777777" w:rsidR="00A344A4" w:rsidRDefault="00A344A4"/>
    <w:p w14:paraId="6AFCC34B" w14:textId="77777777" w:rsidR="00A344A4" w:rsidRDefault="00A344A4"/>
    <w:p w14:paraId="7DDCFC78" w14:textId="77777777" w:rsidR="00A344A4" w:rsidRDefault="00A344A4"/>
    <w:p w14:paraId="21CE7AE9" w14:textId="77777777" w:rsidR="00A344A4" w:rsidRDefault="00A344A4" w:rsidP="00493E4C"/>
    <w:p w14:paraId="094E051B" w14:textId="77777777" w:rsidR="00A344A4" w:rsidRDefault="00A344A4"/>
    <w:p w14:paraId="112682BA" w14:textId="77777777" w:rsidR="00A344A4" w:rsidRDefault="00A344A4" w:rsidP="00C71CE1"/>
    <w:p w14:paraId="0D71C99A" w14:textId="77777777" w:rsidR="00A344A4" w:rsidRDefault="00A344A4" w:rsidP="00544646"/>
    <w:p w14:paraId="614FDCFA" w14:textId="77777777" w:rsidR="00A344A4" w:rsidRDefault="00A344A4" w:rsidP="00544646"/>
  </w:endnote>
  <w:endnote w:type="continuationSeparator" w:id="0">
    <w:p w14:paraId="7AC53381" w14:textId="77777777" w:rsidR="00A344A4" w:rsidRDefault="00A344A4" w:rsidP="009D3D5A">
      <w:r>
        <w:continuationSeparator/>
      </w:r>
    </w:p>
    <w:p w14:paraId="7A55D685" w14:textId="77777777" w:rsidR="00A344A4" w:rsidRDefault="00A344A4" w:rsidP="009D3D5A"/>
    <w:p w14:paraId="4A13937E" w14:textId="77777777" w:rsidR="00A344A4" w:rsidRDefault="00A344A4" w:rsidP="009D3D5A"/>
    <w:p w14:paraId="6C0E2741" w14:textId="77777777" w:rsidR="00A344A4" w:rsidRDefault="00A344A4" w:rsidP="009D3D5A"/>
    <w:p w14:paraId="7604EAB0" w14:textId="77777777" w:rsidR="00A344A4" w:rsidRDefault="00A344A4" w:rsidP="009D3D5A"/>
    <w:p w14:paraId="35AC485E" w14:textId="77777777" w:rsidR="00A344A4" w:rsidRDefault="00A344A4" w:rsidP="009D3D5A"/>
    <w:p w14:paraId="2D60FD50" w14:textId="77777777" w:rsidR="00A344A4" w:rsidRDefault="00A344A4" w:rsidP="009D3D5A"/>
    <w:p w14:paraId="7CE2C49E" w14:textId="77777777" w:rsidR="00A344A4" w:rsidRDefault="00A344A4" w:rsidP="009D3D5A"/>
    <w:p w14:paraId="229DEA72" w14:textId="77777777" w:rsidR="00A344A4" w:rsidRDefault="00A344A4" w:rsidP="009D3D5A"/>
    <w:p w14:paraId="1F37D36F" w14:textId="77777777" w:rsidR="00A344A4" w:rsidRDefault="00A344A4" w:rsidP="009D3D5A"/>
    <w:p w14:paraId="3BB70FC2" w14:textId="77777777" w:rsidR="00A344A4" w:rsidRDefault="00A344A4" w:rsidP="009D3D5A"/>
    <w:p w14:paraId="78E4556C" w14:textId="77777777" w:rsidR="00A344A4" w:rsidRDefault="00A344A4" w:rsidP="009D3D5A"/>
    <w:p w14:paraId="6AAE092B" w14:textId="77777777" w:rsidR="00A344A4" w:rsidRDefault="00A344A4"/>
    <w:p w14:paraId="31A2970E" w14:textId="77777777" w:rsidR="00A344A4" w:rsidRDefault="00A344A4"/>
    <w:p w14:paraId="4589C529" w14:textId="77777777" w:rsidR="00A344A4" w:rsidRDefault="00A344A4"/>
    <w:p w14:paraId="515D7DE6" w14:textId="77777777" w:rsidR="00A344A4" w:rsidRDefault="00A344A4" w:rsidP="00493E4C"/>
    <w:p w14:paraId="0AB3CFC0" w14:textId="77777777" w:rsidR="00A344A4" w:rsidRDefault="00A344A4"/>
    <w:p w14:paraId="2F35C182" w14:textId="77777777" w:rsidR="00A344A4" w:rsidRDefault="00A344A4" w:rsidP="00C71CE1"/>
    <w:p w14:paraId="3C4D5A04" w14:textId="77777777" w:rsidR="00A344A4" w:rsidRDefault="00A344A4" w:rsidP="00544646"/>
    <w:p w14:paraId="7E83115C" w14:textId="77777777" w:rsidR="00A344A4" w:rsidRDefault="00A344A4" w:rsidP="0054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RotisSemiSan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CEE4" w14:textId="77777777" w:rsidR="00C60E0D" w:rsidRDefault="00C60E0D" w:rsidP="009D3D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237FE09" w14:textId="77777777" w:rsidR="00C60E0D" w:rsidRDefault="00C60E0D" w:rsidP="009D3D5A">
    <w:pPr>
      <w:pStyle w:val="Footer"/>
    </w:pPr>
  </w:p>
  <w:p w14:paraId="591966D3" w14:textId="77777777" w:rsidR="00C60E0D" w:rsidRDefault="00C60E0D" w:rsidP="009D3D5A"/>
  <w:p w14:paraId="3E8A9866" w14:textId="77777777" w:rsidR="00C60E0D" w:rsidRDefault="00C60E0D" w:rsidP="009D3D5A"/>
  <w:p w14:paraId="66056289" w14:textId="77777777" w:rsidR="00C60E0D" w:rsidRDefault="00C60E0D" w:rsidP="009D3D5A"/>
  <w:p w14:paraId="77A207AB" w14:textId="77777777" w:rsidR="00C60E0D" w:rsidRDefault="00C60E0D" w:rsidP="009D3D5A"/>
  <w:p w14:paraId="1E0D2C86" w14:textId="77777777" w:rsidR="00C60E0D" w:rsidRDefault="00C60E0D" w:rsidP="009D3D5A"/>
  <w:p w14:paraId="7A71DED4" w14:textId="77777777" w:rsidR="00C60E0D" w:rsidRDefault="00C60E0D" w:rsidP="009D3D5A"/>
  <w:p w14:paraId="7D7E5629" w14:textId="77777777" w:rsidR="00C60E0D" w:rsidRDefault="00C60E0D" w:rsidP="009D3D5A"/>
  <w:p w14:paraId="72BC5981" w14:textId="77777777" w:rsidR="00C60E0D" w:rsidRDefault="00C60E0D" w:rsidP="009D3D5A"/>
  <w:p w14:paraId="3EC29862" w14:textId="77777777" w:rsidR="00C60E0D" w:rsidRDefault="00C60E0D" w:rsidP="009D3D5A"/>
  <w:p w14:paraId="4A5CBE71" w14:textId="77777777" w:rsidR="00C60E0D" w:rsidRDefault="00C60E0D" w:rsidP="009D3D5A"/>
  <w:p w14:paraId="6302E2E5" w14:textId="77777777" w:rsidR="00C60E0D" w:rsidRDefault="00C60E0D" w:rsidP="009D3D5A"/>
  <w:p w14:paraId="00C74FF9" w14:textId="77777777" w:rsidR="00C60E0D" w:rsidRDefault="00C60E0D" w:rsidP="009D3D5A"/>
  <w:p w14:paraId="7953C2B1" w14:textId="77777777" w:rsidR="00C60E0D" w:rsidRDefault="00C60E0D" w:rsidP="009D3D5A"/>
  <w:p w14:paraId="1D610C32" w14:textId="77777777" w:rsidR="00C60E0D" w:rsidRDefault="00C60E0D" w:rsidP="009D3D5A"/>
  <w:p w14:paraId="2F1D9DFA" w14:textId="77777777" w:rsidR="00C60E0D" w:rsidRDefault="00C60E0D"/>
  <w:p w14:paraId="1E42420F" w14:textId="77777777" w:rsidR="00C60E0D" w:rsidRDefault="00C60E0D"/>
  <w:p w14:paraId="6EED02CD" w14:textId="77777777" w:rsidR="00C60E0D" w:rsidRDefault="00C60E0D" w:rsidP="008E5142"/>
  <w:p w14:paraId="15916C02" w14:textId="77777777" w:rsidR="00C60E0D" w:rsidRDefault="00C60E0D" w:rsidP="00493E4C"/>
  <w:p w14:paraId="06E9542F" w14:textId="77777777" w:rsidR="00C60E0D" w:rsidRDefault="00C60E0D" w:rsidP="00493E4C"/>
  <w:p w14:paraId="404F3F2E" w14:textId="77777777" w:rsidR="00C60E0D" w:rsidRDefault="00C60E0D" w:rsidP="00C71CE1"/>
  <w:p w14:paraId="3B3792B7" w14:textId="77777777" w:rsidR="00C60E0D" w:rsidRDefault="00C60E0D" w:rsidP="00544646"/>
  <w:p w14:paraId="5E044980" w14:textId="77777777" w:rsidR="00C60E0D" w:rsidRDefault="00C60E0D" w:rsidP="005446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AD02" w14:textId="77777777" w:rsidR="00A344A4" w:rsidRDefault="00A344A4" w:rsidP="009D3D5A">
      <w:r>
        <w:separator/>
      </w:r>
    </w:p>
    <w:p w14:paraId="3A9E2747" w14:textId="77777777" w:rsidR="00A344A4" w:rsidRDefault="00A344A4" w:rsidP="009D3D5A"/>
    <w:p w14:paraId="6055AAE1" w14:textId="77777777" w:rsidR="00A344A4" w:rsidRDefault="00A344A4" w:rsidP="009D3D5A"/>
    <w:p w14:paraId="51895CA5" w14:textId="77777777" w:rsidR="00A344A4" w:rsidRDefault="00A344A4" w:rsidP="009D3D5A"/>
    <w:p w14:paraId="1DB3F6CB" w14:textId="77777777" w:rsidR="00A344A4" w:rsidRDefault="00A344A4" w:rsidP="009D3D5A"/>
    <w:p w14:paraId="1C0F7CDA" w14:textId="77777777" w:rsidR="00A344A4" w:rsidRDefault="00A344A4" w:rsidP="009D3D5A"/>
    <w:p w14:paraId="19356607" w14:textId="77777777" w:rsidR="00A344A4" w:rsidRDefault="00A344A4" w:rsidP="009D3D5A"/>
    <w:p w14:paraId="3097E22D" w14:textId="77777777" w:rsidR="00A344A4" w:rsidRDefault="00A344A4" w:rsidP="009D3D5A"/>
    <w:p w14:paraId="4DCCA4B3" w14:textId="77777777" w:rsidR="00A344A4" w:rsidRDefault="00A344A4" w:rsidP="009D3D5A"/>
    <w:p w14:paraId="3ED74463" w14:textId="77777777" w:rsidR="00A344A4" w:rsidRDefault="00A344A4" w:rsidP="009D3D5A"/>
    <w:p w14:paraId="6367703D" w14:textId="77777777" w:rsidR="00A344A4" w:rsidRDefault="00A344A4" w:rsidP="009D3D5A"/>
    <w:p w14:paraId="1249D20B" w14:textId="77777777" w:rsidR="00A344A4" w:rsidRDefault="00A344A4" w:rsidP="009D3D5A"/>
    <w:p w14:paraId="350BA978" w14:textId="77777777" w:rsidR="00A344A4" w:rsidRDefault="00A344A4"/>
    <w:p w14:paraId="1B712049" w14:textId="77777777" w:rsidR="00A344A4" w:rsidRDefault="00A344A4"/>
    <w:p w14:paraId="5DF05321" w14:textId="77777777" w:rsidR="00A344A4" w:rsidRDefault="00A344A4"/>
    <w:p w14:paraId="67B2052F" w14:textId="77777777" w:rsidR="00A344A4" w:rsidRDefault="00A344A4" w:rsidP="00493E4C"/>
    <w:p w14:paraId="337DC101" w14:textId="77777777" w:rsidR="00A344A4" w:rsidRDefault="00A344A4"/>
    <w:p w14:paraId="7A621089" w14:textId="77777777" w:rsidR="00A344A4" w:rsidRDefault="00A344A4" w:rsidP="00C71CE1"/>
    <w:p w14:paraId="1F215B6C" w14:textId="77777777" w:rsidR="00A344A4" w:rsidRDefault="00A344A4" w:rsidP="00544646"/>
    <w:p w14:paraId="5DBCF741" w14:textId="77777777" w:rsidR="00A344A4" w:rsidRDefault="00A344A4" w:rsidP="00544646"/>
  </w:footnote>
  <w:footnote w:type="continuationSeparator" w:id="0">
    <w:p w14:paraId="32C64EAF" w14:textId="77777777" w:rsidR="00A344A4" w:rsidRDefault="00A344A4" w:rsidP="009D3D5A">
      <w:r>
        <w:continuationSeparator/>
      </w:r>
    </w:p>
    <w:p w14:paraId="7CC55328" w14:textId="77777777" w:rsidR="00A344A4" w:rsidRDefault="00A344A4" w:rsidP="009D3D5A"/>
    <w:p w14:paraId="39141F97" w14:textId="77777777" w:rsidR="00A344A4" w:rsidRDefault="00A344A4" w:rsidP="009D3D5A"/>
    <w:p w14:paraId="540CB9A6" w14:textId="77777777" w:rsidR="00A344A4" w:rsidRDefault="00A344A4" w:rsidP="009D3D5A"/>
    <w:p w14:paraId="073AEE53" w14:textId="77777777" w:rsidR="00A344A4" w:rsidRDefault="00A344A4" w:rsidP="009D3D5A"/>
    <w:p w14:paraId="7AD59188" w14:textId="77777777" w:rsidR="00A344A4" w:rsidRDefault="00A344A4" w:rsidP="009D3D5A"/>
    <w:p w14:paraId="6E3D1520" w14:textId="77777777" w:rsidR="00A344A4" w:rsidRDefault="00A344A4" w:rsidP="009D3D5A"/>
    <w:p w14:paraId="38605D3E" w14:textId="77777777" w:rsidR="00A344A4" w:rsidRDefault="00A344A4" w:rsidP="009D3D5A"/>
    <w:p w14:paraId="63E5EDA9" w14:textId="77777777" w:rsidR="00A344A4" w:rsidRDefault="00A344A4" w:rsidP="009D3D5A"/>
    <w:p w14:paraId="06DB59F2" w14:textId="77777777" w:rsidR="00A344A4" w:rsidRDefault="00A344A4" w:rsidP="009D3D5A"/>
    <w:p w14:paraId="28163B75" w14:textId="77777777" w:rsidR="00A344A4" w:rsidRDefault="00A344A4" w:rsidP="009D3D5A"/>
    <w:p w14:paraId="77F3C739" w14:textId="77777777" w:rsidR="00A344A4" w:rsidRDefault="00A344A4" w:rsidP="009D3D5A"/>
    <w:p w14:paraId="5E2EE019" w14:textId="77777777" w:rsidR="00A344A4" w:rsidRDefault="00A344A4"/>
    <w:p w14:paraId="47580BCE" w14:textId="77777777" w:rsidR="00A344A4" w:rsidRDefault="00A344A4"/>
    <w:p w14:paraId="17C9A6D2" w14:textId="77777777" w:rsidR="00A344A4" w:rsidRDefault="00A344A4"/>
    <w:p w14:paraId="2E11769F" w14:textId="77777777" w:rsidR="00A344A4" w:rsidRDefault="00A344A4" w:rsidP="00493E4C"/>
    <w:p w14:paraId="6F006B4E" w14:textId="77777777" w:rsidR="00A344A4" w:rsidRDefault="00A344A4"/>
    <w:p w14:paraId="7E217C5A" w14:textId="77777777" w:rsidR="00A344A4" w:rsidRDefault="00A344A4" w:rsidP="00C71CE1"/>
    <w:p w14:paraId="65AC93FC" w14:textId="77777777" w:rsidR="00A344A4" w:rsidRDefault="00A344A4" w:rsidP="00544646"/>
    <w:p w14:paraId="28B61E2A" w14:textId="77777777" w:rsidR="00A344A4" w:rsidRDefault="00A344A4" w:rsidP="0054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5111" w14:textId="23A6130F" w:rsidR="00C60E0D" w:rsidRDefault="00C60E0D">
    <w:pPr>
      <w:pStyle w:val="Header"/>
    </w:pPr>
  </w:p>
  <w:p w14:paraId="7FB2417D" w14:textId="58C67EEA" w:rsidR="00934422" w:rsidRDefault="00934422" w:rsidP="00934422">
    <w:pPr>
      <w:pStyle w:val="Header"/>
      <w:ind w:left="830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717"/>
    <w:multiLevelType w:val="hybridMultilevel"/>
    <w:tmpl w:val="D0C46D3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7D5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B03489"/>
    <w:multiLevelType w:val="hybridMultilevel"/>
    <w:tmpl w:val="6C0214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D55E1"/>
    <w:multiLevelType w:val="hybridMultilevel"/>
    <w:tmpl w:val="CB94953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2068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00107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D42E45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012B0A"/>
    <w:multiLevelType w:val="hybridMultilevel"/>
    <w:tmpl w:val="D31A225C"/>
    <w:lvl w:ilvl="0" w:tplc="872E70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A3DC6"/>
    <w:multiLevelType w:val="hybridMultilevel"/>
    <w:tmpl w:val="4BC2CCAC"/>
    <w:lvl w:ilvl="0" w:tplc="8650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EAB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64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565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EC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B09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EA0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A7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1A5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97C03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083292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C6F259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80B03C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8B87402"/>
    <w:multiLevelType w:val="hybridMultilevel"/>
    <w:tmpl w:val="941EDA7E"/>
    <w:lvl w:ilvl="0" w:tplc="042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AD3592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840775177">
    <w:abstractNumId w:val="4"/>
  </w:num>
  <w:num w:numId="2" w16cid:durableId="71779727">
    <w:abstractNumId w:val="1"/>
  </w:num>
  <w:num w:numId="3" w16cid:durableId="1720982059">
    <w:abstractNumId w:val="12"/>
  </w:num>
  <w:num w:numId="4" w16cid:durableId="1548033537">
    <w:abstractNumId w:val="9"/>
  </w:num>
  <w:num w:numId="5" w16cid:durableId="490954005">
    <w:abstractNumId w:val="6"/>
  </w:num>
  <w:num w:numId="6" w16cid:durableId="651720293">
    <w:abstractNumId w:val="5"/>
  </w:num>
  <w:num w:numId="7" w16cid:durableId="1373772493">
    <w:abstractNumId w:val="10"/>
  </w:num>
  <w:num w:numId="8" w16cid:durableId="1458641555">
    <w:abstractNumId w:val="11"/>
  </w:num>
  <w:num w:numId="9" w16cid:durableId="1267926250">
    <w:abstractNumId w:val="8"/>
  </w:num>
  <w:num w:numId="10" w16cid:durableId="2030912659">
    <w:abstractNumId w:val="14"/>
  </w:num>
  <w:num w:numId="11" w16cid:durableId="61024344">
    <w:abstractNumId w:val="13"/>
  </w:num>
  <w:num w:numId="12" w16cid:durableId="172577067">
    <w:abstractNumId w:val="3"/>
  </w:num>
  <w:num w:numId="13" w16cid:durableId="1836342067">
    <w:abstractNumId w:val="2"/>
  </w:num>
  <w:num w:numId="14" w16cid:durableId="1510022067">
    <w:abstractNumId w:val="7"/>
  </w:num>
  <w:num w:numId="15" w16cid:durableId="165795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ctiveWritingStyle w:appName="MSWord" w:lang="fr-FR" w:vendorID="9" w:dllVersion="512" w:checkStyle="1"/>
  <w:activeWritingStyle w:appName="MSWord" w:lang="fi-FI" w:vendorID="666" w:dllVersion="513" w:checkStyle="1"/>
  <w:activeWritingStyle w:appName="MSWord" w:lang="fi-FI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8193" fillcolor="#1f1a17" stroke="f">
      <v:fill color="#1f1a17"/>
      <v:stroke on="f"/>
      <o:colormru v:ext="edit" colors="#0073c6,#0076c9,black,#007ed1,#0084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CB"/>
    <w:rsid w:val="00001D4B"/>
    <w:rsid w:val="00006A85"/>
    <w:rsid w:val="00011805"/>
    <w:rsid w:val="00012CEC"/>
    <w:rsid w:val="00014FFE"/>
    <w:rsid w:val="000218A1"/>
    <w:rsid w:val="000265C4"/>
    <w:rsid w:val="00065543"/>
    <w:rsid w:val="00067ED8"/>
    <w:rsid w:val="000700EA"/>
    <w:rsid w:val="000747D1"/>
    <w:rsid w:val="000818B5"/>
    <w:rsid w:val="000D1DDC"/>
    <w:rsid w:val="000D3D11"/>
    <w:rsid w:val="000D5A15"/>
    <w:rsid w:val="000D77D1"/>
    <w:rsid w:val="000E008D"/>
    <w:rsid w:val="000E38BE"/>
    <w:rsid w:val="000E4C6F"/>
    <w:rsid w:val="00101EFB"/>
    <w:rsid w:val="00114BAC"/>
    <w:rsid w:val="001155E9"/>
    <w:rsid w:val="001407E1"/>
    <w:rsid w:val="001530E5"/>
    <w:rsid w:val="00181B66"/>
    <w:rsid w:val="00181E33"/>
    <w:rsid w:val="001A35BD"/>
    <w:rsid w:val="001B6552"/>
    <w:rsid w:val="001C6088"/>
    <w:rsid w:val="001C77E3"/>
    <w:rsid w:val="001F041E"/>
    <w:rsid w:val="001F06EF"/>
    <w:rsid w:val="001F1CAA"/>
    <w:rsid w:val="001F1FF6"/>
    <w:rsid w:val="001F6E89"/>
    <w:rsid w:val="00202424"/>
    <w:rsid w:val="00205463"/>
    <w:rsid w:val="00246F8F"/>
    <w:rsid w:val="0025074B"/>
    <w:rsid w:val="002528E1"/>
    <w:rsid w:val="00260D89"/>
    <w:rsid w:val="0026643F"/>
    <w:rsid w:val="00266596"/>
    <w:rsid w:val="00272208"/>
    <w:rsid w:val="00276412"/>
    <w:rsid w:val="0027641C"/>
    <w:rsid w:val="002773E5"/>
    <w:rsid w:val="002948E9"/>
    <w:rsid w:val="002A0472"/>
    <w:rsid w:val="002B54E9"/>
    <w:rsid w:val="002C2B12"/>
    <w:rsid w:val="002C4D07"/>
    <w:rsid w:val="002C5320"/>
    <w:rsid w:val="002E1F70"/>
    <w:rsid w:val="002F27A7"/>
    <w:rsid w:val="002F606C"/>
    <w:rsid w:val="00310145"/>
    <w:rsid w:val="00311D12"/>
    <w:rsid w:val="003124B9"/>
    <w:rsid w:val="003134C3"/>
    <w:rsid w:val="00314C71"/>
    <w:rsid w:val="0032084A"/>
    <w:rsid w:val="00323643"/>
    <w:rsid w:val="00324E5E"/>
    <w:rsid w:val="00330A01"/>
    <w:rsid w:val="00330EEC"/>
    <w:rsid w:val="003369D0"/>
    <w:rsid w:val="0034272C"/>
    <w:rsid w:val="00342C44"/>
    <w:rsid w:val="003651BA"/>
    <w:rsid w:val="00365B48"/>
    <w:rsid w:val="00392E22"/>
    <w:rsid w:val="003A08C3"/>
    <w:rsid w:val="003A3B49"/>
    <w:rsid w:val="003C04F3"/>
    <w:rsid w:val="003C68F0"/>
    <w:rsid w:val="003C690B"/>
    <w:rsid w:val="003D557A"/>
    <w:rsid w:val="003E14F7"/>
    <w:rsid w:val="003E4B98"/>
    <w:rsid w:val="00401076"/>
    <w:rsid w:val="00403BAC"/>
    <w:rsid w:val="004051D1"/>
    <w:rsid w:val="00413D0C"/>
    <w:rsid w:val="004212D2"/>
    <w:rsid w:val="004324EF"/>
    <w:rsid w:val="00450963"/>
    <w:rsid w:val="004624AC"/>
    <w:rsid w:val="004639C6"/>
    <w:rsid w:val="00477413"/>
    <w:rsid w:val="00490D38"/>
    <w:rsid w:val="00493E4C"/>
    <w:rsid w:val="00497245"/>
    <w:rsid w:val="004D6EAB"/>
    <w:rsid w:val="004E67B2"/>
    <w:rsid w:val="004F0D8A"/>
    <w:rsid w:val="00523419"/>
    <w:rsid w:val="00527AE5"/>
    <w:rsid w:val="0053017D"/>
    <w:rsid w:val="005375FA"/>
    <w:rsid w:val="00540B68"/>
    <w:rsid w:val="00544646"/>
    <w:rsid w:val="00561328"/>
    <w:rsid w:val="0057679C"/>
    <w:rsid w:val="00577CA2"/>
    <w:rsid w:val="00583A8C"/>
    <w:rsid w:val="005960D8"/>
    <w:rsid w:val="005A18F0"/>
    <w:rsid w:val="005A2276"/>
    <w:rsid w:val="005A2681"/>
    <w:rsid w:val="005D759F"/>
    <w:rsid w:val="005F047F"/>
    <w:rsid w:val="00601FCA"/>
    <w:rsid w:val="00627AA0"/>
    <w:rsid w:val="006366E5"/>
    <w:rsid w:val="00637FD8"/>
    <w:rsid w:val="006443A2"/>
    <w:rsid w:val="00650F41"/>
    <w:rsid w:val="00653C97"/>
    <w:rsid w:val="006557DA"/>
    <w:rsid w:val="006722F1"/>
    <w:rsid w:val="006B4FAC"/>
    <w:rsid w:val="006C6DEC"/>
    <w:rsid w:val="006C7885"/>
    <w:rsid w:val="006D09E3"/>
    <w:rsid w:val="006D6DE0"/>
    <w:rsid w:val="006E7390"/>
    <w:rsid w:val="006F33E7"/>
    <w:rsid w:val="00702371"/>
    <w:rsid w:val="00714379"/>
    <w:rsid w:val="007265CA"/>
    <w:rsid w:val="00731FCB"/>
    <w:rsid w:val="00762D89"/>
    <w:rsid w:val="00766181"/>
    <w:rsid w:val="00783BF5"/>
    <w:rsid w:val="007B0B4D"/>
    <w:rsid w:val="007B6155"/>
    <w:rsid w:val="007E0144"/>
    <w:rsid w:val="007E57FD"/>
    <w:rsid w:val="00800FFB"/>
    <w:rsid w:val="00807386"/>
    <w:rsid w:val="00827519"/>
    <w:rsid w:val="00827F6C"/>
    <w:rsid w:val="008329BB"/>
    <w:rsid w:val="0087209A"/>
    <w:rsid w:val="00880150"/>
    <w:rsid w:val="00880751"/>
    <w:rsid w:val="00883713"/>
    <w:rsid w:val="00896BAD"/>
    <w:rsid w:val="008A17A8"/>
    <w:rsid w:val="008A2CC6"/>
    <w:rsid w:val="008A3E18"/>
    <w:rsid w:val="008B314F"/>
    <w:rsid w:val="008C45C9"/>
    <w:rsid w:val="008C77BF"/>
    <w:rsid w:val="008E3BE3"/>
    <w:rsid w:val="008E5142"/>
    <w:rsid w:val="00926808"/>
    <w:rsid w:val="00934422"/>
    <w:rsid w:val="0094022D"/>
    <w:rsid w:val="00960352"/>
    <w:rsid w:val="009870CC"/>
    <w:rsid w:val="009A545B"/>
    <w:rsid w:val="009B57FF"/>
    <w:rsid w:val="009D3D5A"/>
    <w:rsid w:val="009E2149"/>
    <w:rsid w:val="009E5A1B"/>
    <w:rsid w:val="009F39E1"/>
    <w:rsid w:val="00A20A0B"/>
    <w:rsid w:val="00A27E51"/>
    <w:rsid w:val="00A344A4"/>
    <w:rsid w:val="00A75DDD"/>
    <w:rsid w:val="00A75F2E"/>
    <w:rsid w:val="00A77399"/>
    <w:rsid w:val="00A81635"/>
    <w:rsid w:val="00A86BCD"/>
    <w:rsid w:val="00AC52C9"/>
    <w:rsid w:val="00AD0B12"/>
    <w:rsid w:val="00AD2E9A"/>
    <w:rsid w:val="00AD3DF9"/>
    <w:rsid w:val="00AD3E10"/>
    <w:rsid w:val="00AE0B9C"/>
    <w:rsid w:val="00AF394A"/>
    <w:rsid w:val="00B12610"/>
    <w:rsid w:val="00B243CC"/>
    <w:rsid w:val="00B333F1"/>
    <w:rsid w:val="00B70026"/>
    <w:rsid w:val="00B83A2B"/>
    <w:rsid w:val="00B83FDE"/>
    <w:rsid w:val="00B85196"/>
    <w:rsid w:val="00B85356"/>
    <w:rsid w:val="00B97EF9"/>
    <w:rsid w:val="00BA1EDB"/>
    <w:rsid w:val="00BA53FC"/>
    <w:rsid w:val="00BB2E25"/>
    <w:rsid w:val="00BE0A09"/>
    <w:rsid w:val="00BE637D"/>
    <w:rsid w:val="00C00F47"/>
    <w:rsid w:val="00C60E0D"/>
    <w:rsid w:val="00C60ED0"/>
    <w:rsid w:val="00C67285"/>
    <w:rsid w:val="00C677A3"/>
    <w:rsid w:val="00C71CE1"/>
    <w:rsid w:val="00C77245"/>
    <w:rsid w:val="00C83DAA"/>
    <w:rsid w:val="00C91B6F"/>
    <w:rsid w:val="00CB3E9E"/>
    <w:rsid w:val="00CB60F0"/>
    <w:rsid w:val="00CE21FB"/>
    <w:rsid w:val="00CE6228"/>
    <w:rsid w:val="00CF2D55"/>
    <w:rsid w:val="00CF7B03"/>
    <w:rsid w:val="00D03F58"/>
    <w:rsid w:val="00D23591"/>
    <w:rsid w:val="00D31F51"/>
    <w:rsid w:val="00D37223"/>
    <w:rsid w:val="00D430F4"/>
    <w:rsid w:val="00D456DC"/>
    <w:rsid w:val="00D51103"/>
    <w:rsid w:val="00D515D0"/>
    <w:rsid w:val="00D52D12"/>
    <w:rsid w:val="00D574B9"/>
    <w:rsid w:val="00D72B8D"/>
    <w:rsid w:val="00D85F0B"/>
    <w:rsid w:val="00D9501F"/>
    <w:rsid w:val="00DB083E"/>
    <w:rsid w:val="00DF1876"/>
    <w:rsid w:val="00E51B99"/>
    <w:rsid w:val="00E51FF0"/>
    <w:rsid w:val="00E53257"/>
    <w:rsid w:val="00E63229"/>
    <w:rsid w:val="00E63992"/>
    <w:rsid w:val="00E81411"/>
    <w:rsid w:val="00E97129"/>
    <w:rsid w:val="00EA074B"/>
    <w:rsid w:val="00EB4574"/>
    <w:rsid w:val="00EC27C4"/>
    <w:rsid w:val="00EC32C8"/>
    <w:rsid w:val="00ED0F39"/>
    <w:rsid w:val="00ED2A9F"/>
    <w:rsid w:val="00EE6E1E"/>
    <w:rsid w:val="00F01D08"/>
    <w:rsid w:val="00F20C70"/>
    <w:rsid w:val="00F4292A"/>
    <w:rsid w:val="00F71791"/>
    <w:rsid w:val="00F9000F"/>
    <w:rsid w:val="00FA1EEE"/>
    <w:rsid w:val="00FE6710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#1f1a17" stroke="f">
      <v:fill color="#1f1a17"/>
      <v:stroke on="f"/>
      <o:colormru v:ext="edit" colors="#0073c6,#0076c9,black,#007ed1,#0084d7"/>
    </o:shapedefaults>
    <o:shapelayout v:ext="edit">
      <o:idmap v:ext="edit" data="1"/>
    </o:shapelayout>
  </w:shapeDefaults>
  <w:decimalSymbol w:val=","/>
  <w:listSeparator w:val=";"/>
  <w14:docId w14:val="59CE8D74"/>
  <w15:chartTrackingRefBased/>
  <w15:docId w15:val="{078F9AB3-C0FC-4C65-8263-6ADC1D5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3D5A"/>
    <w:pPr>
      <w:keepLines/>
      <w:jc w:val="both"/>
    </w:pPr>
    <w:rPr>
      <w:b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C91B6F"/>
    <w:pPr>
      <w:keepNext/>
      <w:outlineLvl w:val="0"/>
    </w:pPr>
    <w:rPr>
      <w:kern w:val="28"/>
    </w:rPr>
  </w:style>
  <w:style w:type="paragraph" w:styleId="Heading2">
    <w:name w:val="heading 2"/>
    <w:basedOn w:val="Normal"/>
    <w:next w:val="Heading3"/>
    <w:autoRedefine/>
    <w:qFormat/>
    <w:rsid w:val="00540B68"/>
    <w:pPr>
      <w:keepNext/>
      <w:spacing w:after="240"/>
      <w:outlineLvl w:val="1"/>
    </w:pPr>
    <w:rPr>
      <w:b w:val="0"/>
      <w:caps/>
    </w:rPr>
  </w:style>
  <w:style w:type="paragraph" w:styleId="Heading3">
    <w:name w:val="heading 3"/>
    <w:basedOn w:val="Normal"/>
    <w:next w:val="Text"/>
    <w:autoRedefine/>
    <w:qFormat/>
    <w:rsid w:val="00DF1876"/>
    <w:pPr>
      <w:keepNext/>
      <w:spacing w:after="240"/>
      <w:outlineLvl w:val="2"/>
    </w:pPr>
    <w:rPr>
      <w:noProof w:val="0"/>
    </w:rPr>
  </w:style>
  <w:style w:type="paragraph" w:styleId="Heading5">
    <w:name w:val="heading 5"/>
    <w:basedOn w:val="Normal"/>
    <w:next w:val="Normal"/>
    <w:qFormat/>
    <w:rsid w:val="00731FCB"/>
    <w:pPr>
      <w:spacing w:before="240" w:after="60"/>
      <w:outlineLvl w:val="4"/>
    </w:pPr>
    <w:rPr>
      <w:b w:val="0"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B68"/>
    <w:pPr>
      <w:tabs>
        <w:tab w:val="center" w:pos="4153"/>
        <w:tab w:val="right" w:pos="8306"/>
      </w:tabs>
    </w:pPr>
  </w:style>
  <w:style w:type="paragraph" w:customStyle="1" w:styleId="Text">
    <w:name w:val="Text"/>
    <w:basedOn w:val="Normal"/>
    <w:rsid w:val="00540B68"/>
    <w:pPr>
      <w:spacing w:after="240"/>
    </w:pPr>
  </w:style>
  <w:style w:type="paragraph" w:customStyle="1" w:styleId="Tabel">
    <w:name w:val="Tabel"/>
    <w:basedOn w:val="Normal"/>
    <w:autoRedefine/>
    <w:rsid w:val="00540B68"/>
    <w:pPr>
      <w:spacing w:after="120"/>
    </w:pPr>
  </w:style>
  <w:style w:type="paragraph" w:styleId="Footer">
    <w:name w:val="footer"/>
    <w:basedOn w:val="Normal"/>
    <w:link w:val="FooterChar"/>
    <w:uiPriority w:val="99"/>
    <w:rsid w:val="00540B68"/>
    <w:pPr>
      <w:tabs>
        <w:tab w:val="center" w:pos="-1890"/>
        <w:tab w:val="right" w:pos="-1800"/>
        <w:tab w:val="left" w:pos="3828"/>
        <w:tab w:val="left" w:pos="7655"/>
      </w:tabs>
      <w:ind w:right="85"/>
    </w:pPr>
    <w:rPr>
      <w:rFonts w:ascii="ATRotisSemiSans" w:hAnsi="ATRotisSemiSans"/>
      <w:b w:val="0"/>
      <w:sz w:val="18"/>
    </w:rPr>
  </w:style>
  <w:style w:type="character" w:styleId="PageNumber">
    <w:name w:val="page number"/>
    <w:basedOn w:val="DefaultParagraphFont"/>
    <w:rsid w:val="00540B68"/>
  </w:style>
  <w:style w:type="paragraph" w:customStyle="1" w:styleId="tekst">
    <w:name w:val="tekst"/>
    <w:basedOn w:val="Normal"/>
    <w:rsid w:val="00540B68"/>
    <w:pPr>
      <w:spacing w:after="240"/>
    </w:pPr>
  </w:style>
  <w:style w:type="paragraph" w:styleId="DocumentMap">
    <w:name w:val="Document Map"/>
    <w:basedOn w:val="Normal"/>
    <w:semiHidden/>
    <w:rsid w:val="00540B68"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540B68"/>
    <w:rPr>
      <w:color w:val="0000FF"/>
      <w:u w:val="single"/>
    </w:rPr>
  </w:style>
  <w:style w:type="paragraph" w:styleId="BodyText">
    <w:name w:val="Body Text"/>
    <w:basedOn w:val="Normal"/>
    <w:rsid w:val="00540B68"/>
    <w:rPr>
      <w:b w:val="0"/>
      <w:bCs/>
    </w:rPr>
  </w:style>
  <w:style w:type="paragraph" w:styleId="BodyTextIndent">
    <w:name w:val="Body Text Indent"/>
    <w:basedOn w:val="Normal"/>
    <w:rsid w:val="00540B68"/>
    <w:pPr>
      <w:keepLines w:val="0"/>
      <w:ind w:left="720" w:hanging="720"/>
    </w:pPr>
    <w:rPr>
      <w:noProof w:val="0"/>
    </w:rPr>
  </w:style>
  <w:style w:type="paragraph" w:styleId="BalloonText">
    <w:name w:val="Balloon Text"/>
    <w:basedOn w:val="Normal"/>
    <w:semiHidden/>
    <w:rsid w:val="00731FCB"/>
    <w:rPr>
      <w:rFonts w:ascii="Tahoma" w:hAnsi="Tahoma" w:cs="Tahoma"/>
      <w:sz w:val="16"/>
      <w:szCs w:val="16"/>
    </w:rPr>
  </w:style>
  <w:style w:type="paragraph" w:customStyle="1" w:styleId="WW-CommentText1">
    <w:name w:val="WW-Comment Text1"/>
    <w:basedOn w:val="Normal"/>
    <w:rsid w:val="00731FCB"/>
    <w:pPr>
      <w:keepLines w:val="0"/>
      <w:suppressAutoHyphens/>
    </w:pPr>
    <w:rPr>
      <w:noProof w:val="0"/>
      <w:sz w:val="20"/>
      <w:lang w:eastAsia="ar-SA"/>
    </w:rPr>
  </w:style>
  <w:style w:type="table" w:styleId="TableGrid">
    <w:name w:val="Table Grid"/>
    <w:basedOn w:val="TableNormal"/>
    <w:rsid w:val="00EA0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443A2"/>
    <w:rPr>
      <w:b/>
      <w:bCs/>
      <w:noProof/>
      <w:sz w:val="24"/>
      <w:lang w:eastAsia="en-US"/>
    </w:rPr>
  </w:style>
  <w:style w:type="paragraph" w:styleId="BodyText2">
    <w:name w:val="Body Text 2"/>
    <w:basedOn w:val="Normal"/>
    <w:link w:val="BodyText2Char"/>
    <w:rsid w:val="006443A2"/>
    <w:pPr>
      <w:spacing w:after="120" w:line="480" w:lineRule="auto"/>
    </w:pPr>
  </w:style>
  <w:style w:type="character" w:customStyle="1" w:styleId="BodyText2Char">
    <w:name w:val="Body Text 2 Char"/>
    <w:link w:val="BodyText2"/>
    <w:rsid w:val="006443A2"/>
    <w:rPr>
      <w:b/>
      <w:bCs/>
      <w:noProof/>
      <w:sz w:val="24"/>
      <w:lang w:eastAsia="en-US"/>
    </w:rPr>
  </w:style>
  <w:style w:type="character" w:styleId="FollowedHyperlink">
    <w:name w:val="FollowedHyperlink"/>
    <w:rsid w:val="009B57FF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97245"/>
    <w:rPr>
      <w:rFonts w:ascii="ATRotisSemiSans" w:hAnsi="ATRotisSemiSans"/>
      <w:bCs/>
      <w:noProof/>
      <w:sz w:val="18"/>
      <w:lang w:eastAsia="en-US"/>
    </w:rPr>
  </w:style>
  <w:style w:type="character" w:styleId="CommentReference">
    <w:name w:val="annotation reference"/>
    <w:uiPriority w:val="99"/>
    <w:rsid w:val="005D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D75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D759F"/>
    <w:rPr>
      <w:b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759F"/>
    <w:rPr>
      <w:bCs/>
    </w:rPr>
  </w:style>
  <w:style w:type="character" w:customStyle="1" w:styleId="CommentSubjectChar">
    <w:name w:val="Comment Subject Char"/>
    <w:link w:val="CommentSubject"/>
    <w:rsid w:val="005D759F"/>
    <w:rPr>
      <w:b/>
      <w:bCs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X5PZSNEB\EASblankett%20(1)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ARHolder xmlns="4898f624-6768-4636-80aa-3ca33811142c">Ettevõtluse ja Innovatsiooni Sihtasutus</ARHolder>
    <ClientRegCode xmlns="4898f624-6768-4636-80aa-3ca33811142c">70008440</ClientRegCode>
    <ClientAddress xmlns="4898f624-6768-4636-80aa-3ca33811142c">Mäealuse tn 2/2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ARBasis xmlns="4898f624-6768-4636-80aa-3ca33811142c">AvTS § 35 lg 1 p 17                                                                                 </ARBasis>
    <ClientPhone xmlns="4898f624-6768-4636-80aa-3ca33811142c" xsi:nil="true"/>
    <ContactPersonIdCod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e-residentsuse osakond</RespWStructDMS>
    <RespPhoneDMS xmlns="4898f624-6768-4636-80aa-3ca33811142c">+372 518 5522</RespPhoneDMS>
    <SourceItemRegistrationDate xmlns="4898f624-6768-4636-80aa-3ca33811142c">2024-07-05T15:00:00+00:00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2428668</DocumentID>
    <RelatedAudits xmlns="4898f624-6768-4636-80aa-3ca33811142c" xsi:nil="true"/>
    <BeneficiaryEmail xmlns="4898f624-6768-4636-80aa-3ca33811142c" xsi:nil="true"/>
    <ClientEmail xmlns="4898f624-6768-4636-80aa-3ca33811142c">SMIT@SMIT.EE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18-1/24/588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18-1/24/588-1</RegistrationNumber>
    <SFOSSentDate xmlns="4898f624-6768-4636-80aa-3ca33811142c" xsi:nil="true"/>
    <ClientCoNo xmlns="4898f624-6768-4636-80aa-3ca33811142c">KN129483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>A03455</RelatedInternalProjects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AREndText xmlns="4898f624-6768-4636-80aa-3ca33811142c">05.07.2034</AREndText>
    <DocumentSubTypeDMS xmlns="4898f624-6768-4636-80aa-3ca33811142c">Sihtfinantseerimisleping</DocumentSubTypeDMS>
    <Client3Country xmlns="4898f624-6768-4636-80aa-3ca33811142c" xsi:nil="true"/>
    <Contact3 xmlns="4898f624-6768-4636-80aa-3ca33811142c" xsi:nil="true"/>
    <SchemeNo xmlns="4898f624-6768-4636-80aa-3ca33811142c">600583</SchemeNo>
    <Serie xmlns="4898f624-6768-4636-80aa-3ca33811142c">18-1 E-residentsuse programmi lepingud juriidiliste isikutega</Serie>
    <EligibleTotalSumText xmlns="4898f624-6768-4636-80aa-3ca33811142c" xsi:nil="true"/>
    <AREnd xmlns="4898f624-6768-4636-80aa-3ca33811142c">2034-07-05T09:00:00+00:00</AREnd>
    <RegistrationDate xmlns="4898f624-6768-4636-80aa-3ca33811142c">2024-07-05T12:00:00+00:00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Lisa_2_Lopparuande vorm_2024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ARBegin xmlns="4898f624-6768-4636-80aa-3ca33811142c">2024-07-05T09:00:00+00:00</ARBegin>
    <ClientPostalCode xmlns="4898f624-6768-4636-80aa-3ca33811142c">12618</ClientPostalCode>
    <Contact2CoNo xmlns="4898f624-6768-4636-80aa-3ca33811142c" xsi:nil="true"/>
    <OuterSigner2CoNo xmlns="4898f624-6768-4636-80aa-3ca33811142c" xsi:nil="true"/>
    <SchemeName xmlns="4898f624-6768-4636-80aa-3ca33811142c">E-residentsus</SchemeName>
    <SfosRelatedProject xmlns="4898f624-6768-4636-80aa-3ca33811142c">false</SfosRelatedProject>
    <Client xmlns="4898f624-6768-4636-80aa-3ca33811142c">Siseministeeriumi infotehnoloogia- ja arenduskeskus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Liina Vahtras, juht, 12.07.2024</Signers>
    <Annex xmlns="37b653c2-32e7-495f-aeeb-910be1dce0f6">true</Annex>
    <Coordinators xmlns="37b653c2-32e7-495f-aeeb-910be1dce0f6">Katriin Alasoo, e-residentsuse asejuht, 05.07.2024, TVL Eraõiguse jurist, 12.07.2024, TVL Finantsjuht, 22.07.2024</Coordinators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4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81" ma:contentTypeDescription="Lepingu loomiseks" ma:contentTypeScope="" ma:versionID="2461b38e0c553803cedcb8f95610ab79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363751c2d8b858cbbafa17de74d53852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FromDhx" minOccurs="0"/>
                <xsd:element ref="ns3:ReceivedDhxId" minOccurs="0"/>
                <xsd:element ref="ns3:DhxAttachmentIds" minOccurs="0"/>
                <xsd:element ref="ns3:RelatedDocumentsIds" minOccurs="0"/>
                <xsd:element ref="ns3:Annex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OuterSigner" ma:index="35" nillable="true" ma:displayName="Allkirjastaja (väline)" ma:internalName="OuterSigner">
      <xsd:simpleType>
        <xsd:restriction base="dms:Text"/>
      </xsd:simpleType>
    </xsd:element>
    <xsd:element name="OuterSignerCoNo" ma:index="36" nillable="true" ma:displayName="Allkirjastaja (väline) kontaktikaardi number" ma:internalName="OuterSignerCoNo">
      <xsd:simpleType>
        <xsd:restriction base="dms:Text"/>
      </xsd:simpleType>
    </xsd:element>
    <xsd:element name="OuterSignerWPos" ma:index="37" nillable="true" ma:displayName="Allkirjastaja (väline) ametinimetus" ma:internalName="OuterSignerWPos">
      <xsd:simpleType>
        <xsd:restriction base="dms:Text"/>
      </xsd:simpleType>
    </xsd:element>
    <xsd:element name="OuterSignerEmail" ma:index="38" nillable="true" ma:displayName="Allkirjastaja (väline) e-post" ma:internalName="OuterSignerEmail">
      <xsd:simpleType>
        <xsd:restriction base="dms:Text"/>
      </xsd:simpleType>
    </xsd:element>
    <xsd:element name="Client2" ma:index="39" nillable="true" ma:displayName="Klient2" ma:internalName="Client2">
      <xsd:simpleType>
        <xsd:restriction base="dms:Text"/>
      </xsd:simpleType>
    </xsd:element>
    <xsd:element name="Client2RegCode" ma:index="40" nillable="true" ma:displayName="Klient2 registrikood" ma:internalName="Client2RegCode">
      <xsd:simpleType>
        <xsd:restriction base="dms:Text"/>
      </xsd:simpleType>
    </xsd:element>
    <xsd:element name="Client2Names" ma:index="41" nillable="true" ma:displayName="Klient2 nimed" ma:internalName="Client2Names">
      <xsd:simpleType>
        <xsd:restriction base="dms:Note"/>
      </xsd:simpleType>
    </xsd:element>
    <xsd:element name="Client2CoNo" ma:index="42" nillable="true" ma:displayName="Klient2 kontaktikaardi nr" ma:internalName="Client2CoNo">
      <xsd:simpleType>
        <xsd:restriction base="dms:Text"/>
      </xsd:simpleType>
    </xsd:element>
    <xsd:element name="Client2Email" ma:index="43" nillable="true" ma:displayName="Klient2 e-post" ma:internalName="Client2Email">
      <xsd:simpleType>
        <xsd:restriction base="dms:Text"/>
      </xsd:simpleType>
    </xsd:element>
    <xsd:element name="Client2Phone" ma:index="44" nillable="true" ma:displayName="Klient2 telefon" ma:internalName="Client2Phone">
      <xsd:simpleType>
        <xsd:restriction base="dms:Text"/>
      </xsd:simpleType>
    </xsd:element>
    <xsd:element name="Client2Address" ma:index="45" nillable="true" ma:displayName="Klient2 aadress" ma:internalName="Client2Address">
      <xsd:simpleType>
        <xsd:restriction base="dms:Text"/>
      </xsd:simpleType>
    </xsd:element>
    <xsd:element name="Client2PostalCode" ma:index="46" nillable="true" ma:displayName="Klient2 postikood" ma:internalName="Client2PostalCode">
      <xsd:simpleType>
        <xsd:restriction base="dms:Text"/>
      </xsd:simpleType>
    </xsd:element>
    <xsd:element name="Client2Town" ma:index="47" nillable="true" ma:displayName="Klient2 linn/vald" ma:internalName="Client2Town">
      <xsd:simpleType>
        <xsd:restriction base="dms:Text"/>
      </xsd:simpleType>
    </xsd:element>
    <xsd:element name="Client2County" ma:index="48" nillable="true" ma:displayName="Klient2 maakond" ma:internalName="Client2County">
      <xsd:simpleType>
        <xsd:restriction base="dms:Text"/>
      </xsd:simpleType>
    </xsd:element>
    <xsd:element name="Client2Country" ma:index="49" nillable="true" ma:displayName="Klient2 riik" ma:internalName="Client2Country">
      <xsd:simpleType>
        <xsd:restriction base="dms:Text"/>
      </xsd:simpleType>
    </xsd:element>
    <xsd:element name="Contact2" ma:index="50" nillable="true" ma:displayName="Kontaktisik2" ma:internalName="Contact2">
      <xsd:simpleType>
        <xsd:restriction base="dms:Text"/>
      </xsd:simpleType>
    </xsd:element>
    <xsd:element name="Contact2CoNo" ma:index="51" nillable="true" ma:displayName="Kontaktisik2 kontaktikaardi nr" ma:internalName="Contact2CoNo">
      <xsd:simpleType>
        <xsd:restriction base="dms:Text"/>
      </xsd:simpleType>
    </xsd:element>
    <xsd:element name="Contact2Names" ma:index="52" nillable="true" ma:displayName="Kontaktisik2 nimed" ma:internalName="Contact2Names">
      <xsd:simpleType>
        <xsd:restriction base="dms:Text"/>
      </xsd:simpleType>
    </xsd:element>
    <xsd:element name="Contact2WPos" ma:index="53" nillable="true" ma:displayName="Kontaktisik2 ametinimetus" ma:internalName="Contact2WPos">
      <xsd:simpleType>
        <xsd:restriction base="dms:Text"/>
      </xsd:simpleType>
    </xsd:element>
    <xsd:element name="OuterSigner2" ma:index="54" nillable="true" ma:displayName="Allkirjastaja2 (väline)" ma:internalName="OuterSigner2">
      <xsd:simpleType>
        <xsd:restriction base="dms:Text"/>
      </xsd:simpleType>
    </xsd:element>
    <xsd:element name="OuterSigner2CoNo" ma:index="55" nillable="true" ma:displayName="Allkirjastaja2 (väline) kontaktikaardi number" ma:internalName="OuterSigner2CoNo">
      <xsd:simpleType>
        <xsd:restriction base="dms:Text"/>
      </xsd:simpleType>
    </xsd:element>
    <xsd:element name="Client3" ma:index="56" nillable="true" ma:displayName="Klient3" ma:internalName="Client3">
      <xsd:simpleType>
        <xsd:restriction base="dms:Text"/>
      </xsd:simpleType>
    </xsd:element>
    <xsd:element name="Client3CoNo" ma:index="57" nillable="true" ma:displayName="Klient3 registrikood" ma:internalName="Client3CoNo">
      <xsd:simpleType>
        <xsd:restriction base="dms:Text"/>
      </xsd:simpleType>
    </xsd:element>
    <xsd:element name="Client3Names" ma:index="58" nillable="true" ma:displayName="Klient3 nimed" ma:internalName="Client3Names">
      <xsd:simpleType>
        <xsd:restriction base="dms:Note"/>
      </xsd:simpleType>
    </xsd:element>
    <xsd:element name="Client3RegCode" ma:index="59" nillable="true" ma:displayName="Klient3 kontaktikaardi nr" ma:internalName="Client3RegCode">
      <xsd:simpleType>
        <xsd:restriction base="dms:Text"/>
      </xsd:simpleType>
    </xsd:element>
    <xsd:element name="Client3Email" ma:index="60" nillable="true" ma:displayName="Klient3 e-post" ma:internalName="Client3Email">
      <xsd:simpleType>
        <xsd:restriction base="dms:Text"/>
      </xsd:simpleType>
    </xsd:element>
    <xsd:element name="Client3Phone" ma:index="61" nillable="true" ma:displayName="Klient3 telefon" ma:internalName="Client3Phone">
      <xsd:simpleType>
        <xsd:restriction base="dms:Text"/>
      </xsd:simpleType>
    </xsd:element>
    <xsd:element name="Client3Address" ma:index="62" nillable="true" ma:displayName="Klient3 aadress" ma:internalName="Client3Address">
      <xsd:simpleType>
        <xsd:restriction base="dms:Text"/>
      </xsd:simpleType>
    </xsd:element>
    <xsd:element name="Client3PostalCode" ma:index="63" nillable="true" ma:displayName="Klient3 postikood" ma:internalName="Client3PostalCode">
      <xsd:simpleType>
        <xsd:restriction base="dms:Text"/>
      </xsd:simpleType>
    </xsd:element>
    <xsd:element name="Client3Town" ma:index="64" nillable="true" ma:displayName="Klient3 linn/vald" ma:internalName="Client3Town">
      <xsd:simpleType>
        <xsd:restriction base="dms:Text"/>
      </xsd:simpleType>
    </xsd:element>
    <xsd:element name="Client3County" ma:index="65" nillable="true" ma:displayName="Klient3 maakond" ma:internalName="Client3County">
      <xsd:simpleType>
        <xsd:restriction base="dms:Text"/>
      </xsd:simpleType>
    </xsd:element>
    <xsd:element name="Client3Country" ma:index="66" nillable="true" ma:displayName="Klient3 riik" ma:internalName="Client3Country">
      <xsd:simpleType>
        <xsd:restriction base="dms:Text"/>
      </xsd:simpleType>
    </xsd:element>
    <xsd:element name="Contact3" ma:index="67" nillable="true" ma:displayName="Kontaktisik3" ma:internalName="Contact3">
      <xsd:simpleType>
        <xsd:restriction base="dms:Text"/>
      </xsd:simpleType>
    </xsd:element>
    <xsd:element name="Contact3CoNo" ma:index="68" nillable="true" ma:displayName="Kontaktisik3 kontaktikaardi nr" ma:internalName="Contact3CoNo">
      <xsd:simpleType>
        <xsd:restriction base="dms:Text"/>
      </xsd:simpleType>
    </xsd:element>
    <xsd:element name="Contact3Names" ma:index="69" nillable="true" ma:displayName="Kontaktisik3 nimed" ma:internalName="Contact3Names">
      <xsd:simpleType>
        <xsd:restriction base="dms:Text"/>
      </xsd:simpleType>
    </xsd:element>
    <xsd:element name="Contact3WPos" ma:index="70" nillable="true" ma:displayName="Kontaktisik3 ametinimetus" ma:internalName="Contact3WPos">
      <xsd:simpleType>
        <xsd:restriction base="dms:Text"/>
      </xsd:simpleType>
    </xsd:element>
    <xsd:element name="OuterSigner3" ma:index="71" nillable="true" ma:displayName="Allkirjastaja3 (väline)" ma:internalName="OuterSigner3">
      <xsd:simpleType>
        <xsd:restriction base="dms:Text"/>
      </xsd:simpleType>
    </xsd:element>
    <xsd:element name="OuterSigner3CoNo" ma:index="72" nillable="true" ma:displayName="Allkirjastaja3 (väline) kontaktikaardi number" ma:internalName="OuterSigner3CoNo">
      <xsd:simpleType>
        <xsd:restriction base="dms:Text"/>
      </xsd:simpleType>
    </xsd:element>
    <xsd:element name="TopicDMS" ma:index="73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4" nillable="true" ma:displayName="Sisu" ma:internalName="ContentDMS">
      <xsd:simpleType>
        <xsd:restriction base="dms:Note"/>
      </xsd:simpleType>
    </xsd:element>
    <xsd:element name="RelatedProjects" ma:index="75" nillable="true" ma:displayName="Projekti nr" ma:internalName="RelatedProjects">
      <xsd:simpleType>
        <xsd:restriction base="dms:Note"/>
      </xsd:simpleType>
    </xsd:element>
    <xsd:element name="RelatedProjectNames" ma:index="76" nillable="true" ma:displayName="Projekti nimi" ma:internalName="RelatedProjectNames">
      <xsd:simpleType>
        <xsd:restriction base="dms:Note"/>
      </xsd:simpleType>
    </xsd:element>
    <xsd:element name="RelatedInternalProjects" ma:index="77" nillable="true" ma:displayName="Alategevuse nr" ma:internalName="RelatedInternalProjects">
      <xsd:simpleType>
        <xsd:restriction base="dms:Note"/>
      </xsd:simpleType>
    </xsd:element>
    <xsd:element name="SchemeNo" ma:index="78" nillable="true" ma:displayName="Skeemi nr" ma:internalName="SchemeNo">
      <xsd:simpleType>
        <xsd:restriction base="dms:Text"/>
      </xsd:simpleType>
    </xsd:element>
    <xsd:element name="SchemeName" ma:index="79" nillable="true" ma:displayName="Skeemi nimi" ma:internalName="SchemeName">
      <xsd:simpleType>
        <xsd:restriction base="dms:Note"/>
      </xsd:simpleType>
    </xsd:element>
    <xsd:element name="RelatedPurveys" ma:index="80" nillable="true" ma:displayName="Hanke nr" ma:internalName="RelatedPurveys">
      <xsd:simpleType>
        <xsd:restriction base="dms:Note"/>
      </xsd:simpleType>
    </xsd:element>
    <xsd:element name="RelatedEmployees" ma:index="81" nillable="true" ma:displayName="Töötaja nr" ma:internalName="RelatedEmployees">
      <xsd:simpleType>
        <xsd:restriction base="dms:Note"/>
      </xsd:simpleType>
    </xsd:element>
    <xsd:element name="RelatedPurveyNames" ma:index="82" nillable="true" ma:displayName="Hanke nimetus" ma:internalName="RelatedPurveyNames">
      <xsd:simpleType>
        <xsd:restriction base="dms:Note"/>
      </xsd:simpleType>
    </xsd:element>
    <xsd:element name="RelatedBusinessTrips" ma:index="83" nillable="true" ma:displayName="Seotud lähetused" ma:internalName="RelatedBusinessTrips">
      <xsd:simpleType>
        <xsd:restriction base="dms:Note"/>
      </xsd:simpleType>
    </xsd:element>
    <xsd:element name="RelatedCostReports" ma:index="84" nillable="true" ma:displayName="Seotud kuluaruanded" ma:internalName="RelatedCostReports">
      <xsd:simpleType>
        <xsd:restriction base="dms:Note"/>
      </xsd:simpleType>
    </xsd:element>
    <xsd:element name="RespWorkerDMS" ma:index="85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6" nillable="true" ma:displayName="Vastutav isik mallil" ma:internalName="RespWorkerDMSAsText">
      <xsd:simpleType>
        <xsd:restriction base="dms:Text"/>
      </xsd:simpleType>
    </xsd:element>
    <xsd:element name="RespWorkerNameDMS" ma:index="87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8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9" nillable="true" ma:displayName="Vastutava isiku ametinimetus" ma:internalName="RespWPosDMS">
      <xsd:simpleType>
        <xsd:restriction base="dms:Text"/>
      </xsd:simpleType>
    </xsd:element>
    <xsd:element name="RespWStructDMS" ma:index="90" nillable="true" ma:displayName="Vastutava isiku struktuuriüksus" ma:internalName="RespWStructDMS">
      <xsd:simpleType>
        <xsd:restriction base="dms:Text"/>
      </xsd:simpleType>
    </xsd:element>
    <xsd:element name="RespEmailDMS" ma:index="91" nillable="true" ma:displayName="Vastutava isiku e-post" ma:internalName="RespEmailDMS">
      <xsd:simpleType>
        <xsd:restriction base="dms:Text"/>
      </xsd:simpleType>
    </xsd:element>
    <xsd:element name="RespPhoneDMS" ma:index="92" nillable="true" ma:displayName="Vastutava isiku telefon" ma:internalName="RespPhoneDMS">
      <xsd:simpleType>
        <xsd:restriction base="dms:Text"/>
      </xsd:simpleType>
    </xsd:element>
    <xsd:element name="EASSigner" ma:index="93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4" nillable="true" ma:displayName="Allkirjastaja (asutuse sisene) mallil" ma:internalName="EASSignerAsText">
      <xsd:simpleType>
        <xsd:restriction base="dms:Text"/>
      </xsd:simpleType>
    </xsd:element>
    <xsd:element name="EASSignerName" ma:index="95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6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7" nillable="true" ma:displayName="Allkirjastaja (asutuse sisene) ametinimetus" ma:internalName="EASSignerWPos">
      <xsd:simpleType>
        <xsd:restriction base="dms:Text"/>
      </xsd:simpleType>
    </xsd:element>
    <xsd:element name="ShowInETS" ma:index="98" nillable="true" ma:displayName="Kuva ETSis" ma:default="0" ma:internalName="ShowInETS">
      <xsd:simpleType>
        <xsd:restriction base="dms:Boolean"/>
      </xsd:simpleType>
    </xsd:element>
    <xsd:element name="ETSClient" ma:index="99" nillable="true" ma:displayName="ETS klient" ma:hidden="true" ma:internalName="ETSClient" ma:readOnly="false">
      <xsd:simpleType>
        <xsd:restriction base="dms:Text"/>
      </xsd:simpleType>
    </xsd:element>
    <xsd:element name="ETSProject" ma:index="100" nillable="true" ma:displayName="ETSga seotud projekt" ma:default="0" ma:internalName="ETSProject">
      <xsd:simpleType>
        <xsd:restriction base="dms:Boolean"/>
      </xsd:simpleType>
    </xsd:element>
    <xsd:element name="DocTypeInETS" ma:index="101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3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4" nillable="true" ma:displayName="Sari" ma:internalName="Serie">
      <xsd:simpleType>
        <xsd:restriction base="dms:Text"/>
      </xsd:simpleType>
    </xsd:element>
    <xsd:element name="SourceItemRegistrationNumber" ma:index="105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6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7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8" nillable="true" ma:displayName="Auditi nr" ma:internalName="RelatedAudits">
      <xsd:simpleType>
        <xsd:restriction base="dms:Note"/>
      </xsd:simpleType>
    </xsd:element>
    <xsd:element name="RelatedAuditNames" ma:index="109" nillable="true" ma:displayName="Auditi nimetus" ma:internalName="RelatedAuditNames">
      <xsd:simpleType>
        <xsd:restriction base="dms:Note"/>
      </xsd:simpleType>
    </xsd:element>
    <xsd:element name="Auditing" ma:index="110" nillable="true" ma:displayName="Logi" ma:default="0" ma:internalName="Auditing">
      <xsd:simpleType>
        <xsd:restriction base="dms:Boolean"/>
      </xsd:simpleType>
    </xsd:element>
    <xsd:element name="AuditingActivator" ma:index="111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2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3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4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5" nillable="true" ma:displayName="Eksportimise info" ma:internalName="ExportInfo">
      <xsd:simpleType>
        <xsd:restriction base="dms:Note"/>
      </xsd:simpleType>
    </xsd:element>
    <xsd:element name="CompanyDMS" ma:index="116" nillable="true" ma:displayName="Ettevõte" ma:internalName="CompanyDMS">
      <xsd:simpleType>
        <xsd:restriction base="dms:Text"/>
      </xsd:simpleType>
    </xsd:element>
    <xsd:element name="SfosRelatedProject" ma:index="117" nillable="true" ma:displayName="SFOSiga seotud projekt" ma:default="0" ma:internalName="SfosRelatedProject">
      <xsd:simpleType>
        <xsd:restriction base="dms:Boolean"/>
      </xsd:simpleType>
    </xsd:element>
    <xsd:element name="InSfos" ma:index="118" nillable="true" ma:displayName="SFOSis" ma:default="0" ma:internalName="InSfos">
      <xsd:simpleType>
        <xsd:restriction base="dms:Boolean"/>
      </xsd:simpleType>
    </xsd:element>
    <xsd:element name="SfosLink" ma:index="119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20" nillable="true" ma:displayName="SFOSi ID" ma:internalName="SfosID" ma:readOnly="false">
      <xsd:simpleType>
        <xsd:restriction base="dms:Text"/>
      </xsd:simpleType>
    </xsd:element>
    <xsd:element name="ValidFrom" ma:index="121" nillable="true" ma:displayName="Kehtib alates" ma:format="DateOnly" ma:internalName="ValidFrom">
      <xsd:simpleType>
        <xsd:restriction base="dms:DateTime"/>
      </xsd:simpleType>
    </xsd:element>
    <xsd:element name="ValidTo" ma:index="122" nillable="true" ma:displayName="Kehtib kuni" ma:format="DateOnly" ma:internalName="ValidTo">
      <xsd:simpleType>
        <xsd:restriction base="dms:DateTime"/>
      </xsd:simpleType>
    </xsd:element>
    <xsd:element name="ValidToDateToBeSpecified" ma:index="123" nillable="true" ma:displayName="Lõpptähtaeg täpsustub" ma:default="0" ma:internalName="ValidToDateToBeSpecified">
      <xsd:simpleType>
        <xsd:restriction base="dms:Boolean"/>
      </xsd:simpleType>
    </xsd:element>
    <xsd:element name="Coordinator" ma:index="124" nillable="true" ma:displayName="Projekti koordineerija" ma:internalName="Coordinator">
      <xsd:simpleType>
        <xsd:restriction base="dms:Text"/>
      </xsd:simpleType>
    </xsd:element>
    <xsd:element name="Specialist" ma:index="125" nillable="true" ma:displayName="JRÜ spetsialist" ma:internalName="Specialist">
      <xsd:simpleType>
        <xsd:restriction base="dms:Text"/>
      </xsd:simpleType>
    </xsd:element>
    <xsd:element name="Proceeder" ma:index="126" nillable="true" ma:displayName="EAS menetleja" ma:internalName="Proceeder">
      <xsd:simpleType>
        <xsd:restriction base="dms:Text"/>
      </xsd:simpleType>
    </xsd:element>
    <xsd:element name="EligibilityStartDate" ma:index="127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8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9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30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1" nillable="true" ma:displayName="Projekti sisu" ma:internalName="ProjectContent">
      <xsd:simpleType>
        <xsd:restriction base="dms:Note"/>
      </xsd:simpleType>
    </xsd:element>
    <xsd:element name="BeneficiaryEmail" ma:index="132" nillable="true" ma:displayName="Toetuse saaja e-posti aadress" ma:internalName="BeneficiaryEmail">
      <xsd:simpleType>
        <xsd:restriction base="dms:Text"/>
      </xsd:simpleType>
    </xsd:element>
    <xsd:element name="EligibleTotalSum" ma:index="133" nillable="true" ma:displayName="Projekti abikõlblik kogusumma" ma:internalName="EligibleTotalSum">
      <xsd:simpleType>
        <xsd:restriction base="dms:Text"/>
      </xsd:simpleType>
    </xsd:element>
    <xsd:element name="EligibleTotalSumText" ma:index="134" nillable="true" ma:displayName="Projekti abikõlblik kogusumma tekstina" ma:internalName="EligibleTotalSumText">
      <xsd:simpleType>
        <xsd:restriction base="dms:Text"/>
      </xsd:simpleType>
    </xsd:element>
    <xsd:element name="SelfFinancingSum" ma:index="135" nillable="true" ma:displayName="Projekti omafinantseeringu summa" ma:internalName="SelfFinancingSum">
      <xsd:simpleType>
        <xsd:restriction base="dms:Text"/>
      </xsd:simpleType>
    </xsd:element>
    <xsd:element name="SelfFinancingSumText" ma:index="136" nillable="true" ma:displayName="Projekti omafinantseeringu summa tekstina" ma:internalName="SelfFinancingSumText">
      <xsd:simpleType>
        <xsd:restriction base="dms:Text"/>
      </xsd:simpleType>
    </xsd:element>
    <xsd:element name="GrantAmount" ma:index="137" nillable="true" ma:displayName="Projekti toetuse summa" ma:internalName="GrantAmount">
      <xsd:simpleType>
        <xsd:restriction base="dms:Text"/>
      </xsd:simpleType>
    </xsd:element>
    <xsd:element name="GrantAmountText" ma:index="138" nillable="true" ma:displayName="Projekti toetuse summa tekstina" ma:internalName="GrantAmountText">
      <xsd:simpleType>
        <xsd:restriction base="dms:Text"/>
      </xsd:simpleType>
    </xsd:element>
    <xsd:element name="ApplicationDate" ma:index="139" nillable="true" ma:displayName="Taotluse esitamise kuupäev" ma:format="DateOnly" ma:internalName="ApplicationDate">
      <xsd:simpleType>
        <xsd:restriction base="dms:DateTime"/>
      </xsd:simpleType>
    </xsd:element>
    <xsd:element name="ARHolder" ma:index="147" nillable="true" ma:displayName="JP teabevaldaja" ma:internalName="ARHolder">
      <xsd:simpleType>
        <xsd:restriction base="dms:Text"/>
      </xsd:simpleType>
    </xsd:element>
    <xsd:element name="ARBegin" ma:index="148" nillable="true" ma:displayName="JP kehtib alates" ma:format="DateOnly" ma:internalName="ARBegin">
      <xsd:simpleType>
        <xsd:restriction base="dms:DateTime"/>
      </xsd:simpleType>
    </xsd:element>
    <xsd:element name="AREnd" ma:index="149" nillable="true" ma:displayName="JP kehtib kuni" ma:format="DateOnly" ma:internalName="AREnd">
      <xsd:simpleType>
        <xsd:restriction base="dms:DateTime"/>
      </xsd:simpleType>
    </xsd:element>
    <xsd:element name="AREndText" ma:index="150" nillable="true" ma:displayName="JP kehtib kuni (text)" ma:internalName="AREndText">
      <xsd:simpleType>
        <xsd:restriction base="dms:Text"/>
      </xsd:simpleType>
    </xsd:element>
    <xsd:element name="ARBasis" ma:index="151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2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40" nillable="true" ma:displayName="Kooskõlastanud" ma:internalName="Coordinators">
      <xsd:simpleType>
        <xsd:restriction base="dms:Note"/>
      </xsd:simpleType>
    </xsd:element>
    <xsd:element name="Signers" ma:index="141" nillable="true" ma:displayName="Allkirjastanud" ma:internalName="Signers">
      <xsd:simpleType>
        <xsd:restriction base="dms:Note"/>
      </xsd:simpleType>
    </xsd:element>
    <xsd:element name="FromDhx" ma:index="142" nillable="true" ma:displayName="DHXist saabunud" ma:default="0" ma:internalName="FromDhx" ma:readOnly="true">
      <xsd:simpleType>
        <xsd:restriction base="dms:Boolean"/>
      </xsd:simpleType>
    </xsd:element>
    <xsd:element name="ReceivedDhxId" ma:index="143" nillable="true" ma:displayName="Vastuvõetud DHX ID" ma:internalName="ReceivedDhxId" ma:readOnly="true">
      <xsd:simpleType>
        <xsd:restriction base="dms:Text"/>
      </xsd:simpleType>
    </xsd:element>
    <xsd:element name="DhxAttachmentIds" ma:index="144" nillable="true" ma:displayName="DHXi lisad" ma:internalName="DhxAttachmentIds" ma:readOnly="true">
      <xsd:simpleType>
        <xsd:restriction base="dms:Text"/>
      </xsd:simpleType>
    </xsd:element>
    <xsd:element name="RelatedDocumentsIds" ma:index="145" nillable="true" ma:displayName="Seotud mustandid" ma:internalName="RelatedDocumentsIds" ma:readOnly="true">
      <xsd:simpleType>
        <xsd:restriction base="dms:Text"/>
      </xsd:simpleType>
    </xsd:element>
    <xsd:element name="Annex" ma:index="146" nillable="true" ma:displayName="Lisa" ma:default="0" ma:internalName="Annex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E9518-3F6F-46D8-9A91-BBEEFBC63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3F50BE-2D27-47D9-8682-AEB5F6D08E0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90B195-2CFD-4999-8A87-D86E52737CEF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  <ds:schemaRef ds:uri="f5872271-128d-4921-8017-76e964e2fe49"/>
  </ds:schemaRefs>
</ds:datastoreItem>
</file>

<file path=customXml/itemProps4.xml><?xml version="1.0" encoding="utf-8"?>
<ds:datastoreItem xmlns:ds="http://schemas.openxmlformats.org/officeDocument/2006/customXml" ds:itemID="{996986DF-876A-4005-AACE-4F6D4B960959}"/>
</file>

<file path=customXml/itemProps5.xml><?xml version="1.0" encoding="utf-8"?>
<ds:datastoreItem xmlns:ds="http://schemas.openxmlformats.org/officeDocument/2006/customXml" ds:itemID="{D17EB094-A027-4655-A103-EFDBDFEE1A74}"/>
</file>

<file path=docProps/app.xml><?xml version="1.0" encoding="utf-8"?>
<Properties xmlns="http://schemas.openxmlformats.org/officeDocument/2006/extended-properties" xmlns:vt="http://schemas.openxmlformats.org/officeDocument/2006/docPropsVTypes">
  <Template>EASblankett (1).dot</Template>
  <TotalTime>0</TotalTime>
  <Pages>1</Pages>
  <Words>75</Words>
  <Characters>643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5 Kasvuettevõtja arenguplaani toetusmeetme_lopparuande_vorm - ver 1</vt:lpstr>
      <vt:lpstr>Lisa 5 Kasvuettevõtja arenguplaani toetusmeetme_lopparuande_vorm - ver 1</vt:lpstr>
      <vt:lpstr>PEALKIRI 1, ARIAL 12, BOLD,</vt:lpstr>
    </vt:vector>
  </TitlesOfParts>
  <Company>Välisinvesteeringute Agentuur</Company>
  <LinksUpToDate>false</LinksUpToDate>
  <CharactersWithSpaces>717</CharactersWithSpaces>
  <SharedDoc>false</SharedDoc>
  <HLinks>
    <vt:vector size="6" baseType="variant">
      <vt:variant>
        <vt:i4>4587547</vt:i4>
      </vt:variant>
      <vt:variant>
        <vt:i4>0</vt:i4>
      </vt:variant>
      <vt:variant>
        <vt:i4>0</vt:i4>
      </vt:variant>
      <vt:variant>
        <vt:i4>5</vt:i4>
      </vt:variant>
      <vt:variant>
        <vt:lpwstr>http://www.struktuurifondid.ee/public/juhendmaterjalid/HT_juhend_loplik.rtf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Kasvuettevõtja arenguplaani toetusmeetme_lopparuande_vorm - ver 1</dc:title>
  <dc:subject/>
  <dc:creator>Kristin Semm</dc:creator>
  <cp:keywords/>
  <cp:lastModifiedBy>Katriin Alasoo</cp:lastModifiedBy>
  <cp:revision>2</cp:revision>
  <cp:lastPrinted>2017-01-05T12:31:00Z</cp:lastPrinted>
  <dcterms:created xsi:type="dcterms:W3CDTF">2023-07-05T08:57:00Z</dcterms:created>
  <dcterms:modified xsi:type="dcterms:W3CDTF">2023-07-05T08:57:00Z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0x0101BE009C3D920D73B5DD45A31CAD17FE5169F3</vt:lpwstr>
  </property>
  <property fmtid="{D5CDD505-2E9C-101B-9397-08002B2CF9AE}" pid="4" name="RelatedServiceCaseNames">
    <vt:lpwstr/>
  </property>
  <property fmtid="{D5CDD505-2E9C-101B-9397-08002B2CF9AE}" pid="5" name="RelatedServiceCases">
    <vt:lpwstr/>
  </property>
  <property fmtid="{D5CDD505-2E9C-101B-9397-08002B2CF9AE}" pid="6" name="ClientRegCodeVisible">
    <vt:lpwstr>70008440</vt:lpwstr>
  </property>
</Properties>
</file>